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1ADE97C-DE74-430A-BCBA-4A825711068B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